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农村新建房屋公示牌</w:t>
      </w:r>
    </w:p>
    <w:tbl>
      <w:tblPr>
        <w:tblStyle w:val="4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755"/>
        <w:gridCol w:w="1898"/>
        <w:gridCol w:w="2755"/>
        <w:gridCol w:w="1824"/>
        <w:gridCol w:w="2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67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户主姓名</w:t>
            </w:r>
          </w:p>
        </w:tc>
        <w:tc>
          <w:tcPr>
            <w:tcW w:w="4653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身份证号码</w:t>
            </w:r>
          </w:p>
        </w:tc>
        <w:tc>
          <w:tcPr>
            <w:tcW w:w="4580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67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新建房屋地址</w:t>
            </w:r>
          </w:p>
        </w:tc>
        <w:tc>
          <w:tcPr>
            <w:tcW w:w="11988" w:type="dxa"/>
            <w:gridSpan w:val="5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67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房屋占地四至界限图</w:t>
            </w:r>
          </w:p>
        </w:tc>
        <w:tc>
          <w:tcPr>
            <w:tcW w:w="275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9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户型选择图集</w:t>
            </w:r>
          </w:p>
        </w:tc>
        <w:tc>
          <w:tcPr>
            <w:tcW w:w="275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2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农村宅基地批准书</w:t>
            </w:r>
          </w:p>
        </w:tc>
        <w:tc>
          <w:tcPr>
            <w:tcW w:w="275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67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农村宅基地和建房（规划许可）申请表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5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农村宅基地和建房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（规划许可）审批表</w:t>
            </w:r>
          </w:p>
        </w:tc>
        <w:tc>
          <w:tcPr>
            <w:tcW w:w="275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2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农村宅基地使用承诺书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67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  <w:tc>
          <w:tcPr>
            <w:tcW w:w="11988" w:type="dxa"/>
            <w:gridSpan w:val="5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ind w:firstLine="210" w:firstLineChars="1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说明：此表应在建房人新建房屋明显位置公示，规格按照不少于</w:t>
      </w:r>
      <w:r>
        <w:rPr>
          <w:rFonts w:hint="eastAsia"/>
          <w:lang w:val="en-US" w:eastAsia="zh-CN"/>
        </w:rPr>
        <w:t>40x60cm。制表材料需要能够承受雨淋、日晒自然风化。</w:t>
      </w:r>
    </w:p>
    <w:sectPr>
      <w:pgSz w:w="16838" w:h="11906" w:orient="landscape"/>
      <w:pgMar w:top="780" w:right="1440" w:bottom="107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A1728"/>
    <w:rsid w:val="036658BB"/>
    <w:rsid w:val="16A55D52"/>
    <w:rsid w:val="1D9220DB"/>
    <w:rsid w:val="2A2B23B7"/>
    <w:rsid w:val="2EDE08A2"/>
    <w:rsid w:val="4107196F"/>
    <w:rsid w:val="435347FC"/>
    <w:rsid w:val="4A0A1728"/>
    <w:rsid w:val="4F257625"/>
    <w:rsid w:val="515C7FC1"/>
    <w:rsid w:val="566317BB"/>
    <w:rsid w:val="59910438"/>
    <w:rsid w:val="60D8770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  <w:rPr>
      <w:rFonts w:ascii="Times New Roman" w:hAnsi="Times New Roman" w:cs="Times New Roman"/>
      <w:lang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 Text First Indent 21"/>
    <w:basedOn w:val="7"/>
    <w:qFormat/>
    <w:uiPriority w:val="0"/>
    <w:pPr>
      <w:ind w:left="0" w:firstLine="420"/>
    </w:pPr>
    <w:rPr>
      <w:rFonts w:ascii="仿宋_GB2312" w:hAnsi="Times New Roman" w:eastAsia="仿宋_GB2312" w:cs="仿宋_GB2312"/>
      <w:sz w:val="32"/>
      <w:szCs w:val="32"/>
    </w:rPr>
  </w:style>
  <w:style w:type="paragraph" w:customStyle="1" w:styleId="7">
    <w:name w:val="Body Text Indent1"/>
    <w:basedOn w:val="1"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2018-07-20T01:57:00Z</dcterms:created>
  <dc:creator>陈满亚</dc:creator>
  <cp:lastModifiedBy>Administrator</cp:lastModifiedBy>
  <cp:lastPrinted>2021-12-22T03:30:00Z</cp:lastPrinted>
  <dcterms:modified xsi:type="dcterms:W3CDTF">2024-01-02T08:34:08Z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1F889E5544C64A769FC75B097C5FBAF4</vt:lpwstr>
  </property>
</Properties>
</file>